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89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544"/>
      </w:tblGrid>
      <w:tr w:rsidR="00D40650" w14:paraId="6C1D7A42" w14:textId="77777777" w:rsidTr="0087535B">
        <w:trPr>
          <w:trHeight w:val="1905"/>
        </w:trPr>
        <w:tc>
          <w:tcPr>
            <w:tcW w:w="5387" w:type="dxa"/>
            <w:shd w:val="clear" w:color="auto" w:fill="auto"/>
          </w:tcPr>
          <w:p w14:paraId="6C1D7A3C" w14:textId="6BDAC2F6" w:rsidR="00D40650" w:rsidRPr="00A10E66" w:rsidRDefault="00622F8E" w:rsidP="001E2403">
            <w:pPr>
              <w:pStyle w:val="TableContents"/>
              <w:ind w:right="420"/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58240" behindDoc="0" locked="0" layoutInCell="1" allowOverlap="1" wp14:anchorId="6C1D7A76" wp14:editId="42763CD2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81099" cy="934872"/>
                  <wp:effectExtent l="19050" t="0" r="0" b="0"/>
                  <wp:wrapNone/>
                  <wp:docPr id="1" name="Pilt 1" descr="haridusmin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ridusmin_vapp_est_black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1099" cy="934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44" w:type="dxa"/>
            <w:shd w:val="clear" w:color="auto" w:fill="auto"/>
          </w:tcPr>
          <w:p w14:paraId="6C1D7A41" w14:textId="1652E4E6" w:rsidR="00BC1A62" w:rsidRPr="000A32A0" w:rsidRDefault="00BC1A62" w:rsidP="000A32A0">
            <w:pPr>
              <w:pStyle w:val="AK"/>
              <w:rPr>
                <w:sz w:val="20"/>
                <w:szCs w:val="20"/>
              </w:rPr>
            </w:pPr>
          </w:p>
        </w:tc>
      </w:tr>
      <w:tr w:rsidR="00D40650" w:rsidRPr="001D4CFB" w14:paraId="6C1D7A4C" w14:textId="77777777" w:rsidTr="0087535B">
        <w:trPr>
          <w:trHeight w:val="1985"/>
        </w:trPr>
        <w:tc>
          <w:tcPr>
            <w:tcW w:w="5387" w:type="dxa"/>
            <w:shd w:val="clear" w:color="auto" w:fill="auto"/>
          </w:tcPr>
          <w:sdt>
            <w:sdtPr>
              <w:alias w:val="Isik (EI lähe ADR-i)"/>
              <w:tag w:val="Isik"/>
              <w:id w:val="963322429"/>
              <w:placeholder>
                <w:docPart w:val="F3EF5CA69BC9406A81736DC936C77975"/>
              </w:placeholder>
              <w:dataBinding w:prefixMappings="xmlns:ns0='http://schemas.microsoft.com/office/2006/metadata/properties' xmlns:ns1='http://www.w3.org/2001/XMLSchema-instance' xmlns:ns2='05ca2c3a-b2d1-4b52-8f5f-1386ef50a19d' " w:xpath="/ns0:properties[1]/documentManagement[1]/ns2:Isik[1]" w:storeItemID="{EAD7F837-E2BA-4645-AAF8-12B8D72567C9}"/>
              <w:text/>
            </w:sdtPr>
            <w:sdtEndPr/>
            <w:sdtContent>
              <w:p w14:paraId="297A3F73" w14:textId="58CE122F" w:rsidR="009F1424" w:rsidRDefault="00DA6C6E" w:rsidP="00BC1A62">
                <w:pPr>
                  <w:pStyle w:val="Adressaat"/>
                </w:pPr>
                <w:r>
                  <w:t>Urve Vool</w:t>
                </w:r>
              </w:p>
            </w:sdtContent>
          </w:sdt>
          <w:sdt>
            <w:sdtPr>
              <w:alias w:val="Asutus"/>
              <w:tag w:val="Asutus"/>
              <w:id w:val="595992144"/>
              <w:placeholder>
                <w:docPart w:val="B12B65E59D784C31A80C01712A19AD78"/>
              </w:placeholder>
              <w:dataBinding w:prefixMappings="xmlns:ns0='http://schemas.microsoft.com/office/2006/metadata/properties' xmlns:ns1='http://www.w3.org/2001/XMLSchema-instance' xmlns:ns2='05ca2c3a-b2d1-4b52-8f5f-1386ef50a19d' " w:xpath="/ns0:properties[1]/documentManagement[1]/ns2:Asutus[1]" w:storeItemID="{EAD7F837-E2BA-4645-AAF8-12B8D72567C9}"/>
              <w:text/>
            </w:sdtPr>
            <w:sdtEndPr/>
            <w:sdtContent>
              <w:p w14:paraId="6C1D7A44" w14:textId="3821984D" w:rsidR="00B31EF1" w:rsidRDefault="00DA6C6E" w:rsidP="00BC1A62">
                <w:pPr>
                  <w:pStyle w:val="Adressaat"/>
                </w:pPr>
                <w:r>
                  <w:t>Riigi Tugiteenuste Keskus</w:t>
                </w:r>
              </w:p>
            </w:sdtContent>
          </w:sdt>
          <w:p w14:paraId="6C1D7A48" w14:textId="77777777" w:rsidR="002C6D8F" w:rsidRPr="00BF4D7C" w:rsidRDefault="002C6D8F" w:rsidP="00766892">
            <w:pPr>
              <w:pStyle w:val="Adressaat"/>
              <w:rPr>
                <w:iCs/>
              </w:rPr>
            </w:pPr>
          </w:p>
        </w:tc>
        <w:tc>
          <w:tcPr>
            <w:tcW w:w="3544" w:type="dxa"/>
            <w:shd w:val="clear" w:color="auto" w:fill="auto"/>
          </w:tcPr>
          <w:p w14:paraId="6C1D7A49" w14:textId="43681DDD" w:rsidR="00124999" w:rsidRPr="00FD6F87" w:rsidRDefault="00B05A83" w:rsidP="00CB42AB">
            <w:pPr>
              <w:jc w:val="left"/>
              <w:rPr>
                <w:sz w:val="22"/>
                <w:szCs w:val="22"/>
              </w:rPr>
            </w:pPr>
            <w:r w:rsidRPr="00FD6F87">
              <w:rPr>
                <w:sz w:val="22"/>
                <w:szCs w:val="22"/>
              </w:rPr>
              <w:t xml:space="preserve">Teie: </w:t>
            </w:r>
            <w:sdt>
              <w:sdtPr>
                <w:rPr>
                  <w:sz w:val="22"/>
                  <w:szCs w:val="22"/>
                </w:rPr>
                <w:alias w:val="Saatja kuupäev"/>
                <w:tag w:val="Kuupäev"/>
                <w:id w:val="-1827743710"/>
                <w:placeholder>
                  <w:docPart w:val="8E3B7E0852974003A536C55B068B1610"/>
                </w:placeholder>
                <w:dataBinding w:prefixMappings="xmlns:ns0='http://schemas.microsoft.com/office/2006/metadata/properties' xmlns:ns1='http://www.w3.org/2001/XMLSchema-instance' xmlns:ns2='05ca2c3a-b2d1-4b52-8f5f-1386ef50a19d' " w:xpath="/ns0:properties[1]/documentManagement[1]/ns2:Kuupäev[1]" w:storeItemID="{EAD7F837-E2BA-4645-AAF8-12B8D72567C9}"/>
                <w:date w:fullDate="2024-09-27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DA6C6E">
                  <w:rPr>
                    <w:sz w:val="22"/>
                    <w:szCs w:val="22"/>
                  </w:rPr>
                  <w:t>27.09.2024</w:t>
                </w:r>
              </w:sdtContent>
            </w:sdt>
            <w:r w:rsidRPr="00FD6F87">
              <w:rPr>
                <w:sz w:val="22"/>
                <w:szCs w:val="22"/>
              </w:rPr>
              <w:t xml:space="preserve"> nr </w:t>
            </w:r>
            <w:sdt>
              <w:sdtPr>
                <w:rPr>
                  <w:sz w:val="22"/>
                  <w:szCs w:val="22"/>
                </w:rPr>
                <w:alias w:val="Saatja kirja number"/>
                <w:tag w:val="Saatja_x0020_kirja_x0020_number"/>
                <w:id w:val="191124609"/>
                <w:placeholder>
                  <w:docPart w:val="A14EADB043EC49C2A573D83166BBF5AE"/>
                </w:placeholder>
                <w:dataBinding w:prefixMappings="xmlns:ns0='http://schemas.microsoft.com/office/2006/metadata/properties' xmlns:ns1='http://www.w3.org/2001/XMLSchema-instance' xmlns:ns2='05ca2c3a-b2d1-4b52-8f5f-1386ef50a19d' " w:xpath="/ns0:properties[1]/documentManagement[1]/ns2:Saatja_x0020_kirja_x0020_number[1]" w:storeItemID="{EAD7F837-E2BA-4645-AAF8-12B8D72567C9}"/>
                <w:text/>
              </w:sdtPr>
              <w:sdtEndPr/>
              <w:sdtContent>
                <w:r w:rsidR="00DA6C6E">
                  <w:rPr>
                    <w:sz w:val="22"/>
                    <w:szCs w:val="22"/>
                  </w:rPr>
                  <w:t>11.3-19/24/2230 -1</w:t>
                </w:r>
              </w:sdtContent>
            </w:sdt>
          </w:p>
          <w:p w14:paraId="6C1D7A4A" w14:textId="77777777" w:rsidR="00BF4D7C" w:rsidRPr="006B118C" w:rsidRDefault="00BF4D7C" w:rsidP="00CB42AB">
            <w:pPr>
              <w:jc w:val="left"/>
            </w:pPr>
          </w:p>
          <w:p w14:paraId="6C1D7A4B" w14:textId="4EEBC8DA" w:rsidR="003B2A9C" w:rsidRPr="001D4CFB" w:rsidRDefault="00124999" w:rsidP="00CB42AB">
            <w:pPr>
              <w:jc w:val="left"/>
            </w:pPr>
            <w:r w:rsidRPr="00FD6F87">
              <w:rPr>
                <w:sz w:val="22"/>
                <w:szCs w:val="22"/>
              </w:rPr>
              <w:t>Meie</w:t>
            </w:r>
            <w:r w:rsidR="000A18E6" w:rsidRPr="00FD6F87">
              <w:rPr>
                <w:sz w:val="22"/>
                <w:szCs w:val="22"/>
              </w:rPr>
              <w:t>:</w:t>
            </w:r>
            <w:r w:rsidR="00CB42AB" w:rsidRPr="00FD6F87"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alias w:val="Registreerimise kuupäev"/>
                <w:tag w:val="RMRegistrationDate"/>
                <w:id w:val="2142384193"/>
                <w:placeholder>
                  <w:docPart w:val="5176704E418F496FABCB00E78564197F"/>
                </w:placeholder>
                <w:showingPlcHdr/>
                <w:dataBinding w:prefixMappings="xmlns:ns0='http://schemas.microsoft.com/office/2006/metadata/properties' xmlns:ns1='http://www.w3.org/2001/XMLSchema-instance' xmlns:ns2='05ca2c3a-b2d1-4b52-8f5f-1386ef50a19d' " w:xpath="/ns0:properties[1]/documentManagement[1]/ns2:RMRegistrationDate[1]" w:storeItemID="{EAD7F837-E2BA-4645-AAF8-12B8D72567C9}"/>
                <w:date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0A32A0" w:rsidRPr="00FD6F87">
                  <w:rPr>
                    <w:rStyle w:val="Kohatitetekst"/>
                    <w:sz w:val="22"/>
                    <w:szCs w:val="22"/>
                  </w:rPr>
                  <w:t>[Registreerimise kuupäev]</w:t>
                </w:r>
              </w:sdtContent>
            </w:sdt>
            <w:r w:rsidR="00252DB7" w:rsidRPr="00FD6F87">
              <w:rPr>
                <w:sz w:val="22"/>
                <w:szCs w:val="22"/>
              </w:rPr>
              <w:t xml:space="preserve"> </w:t>
            </w:r>
            <w:r w:rsidR="000A18E6" w:rsidRPr="00FD6F87">
              <w:rPr>
                <w:sz w:val="22"/>
                <w:szCs w:val="22"/>
              </w:rPr>
              <w:t xml:space="preserve">nr </w:t>
            </w:r>
            <w:sdt>
              <w:sdtPr>
                <w:rPr>
                  <w:sz w:val="22"/>
                  <w:szCs w:val="22"/>
                </w:rPr>
                <w:alias w:val="Registreerimisnumber"/>
                <w:tag w:val="RMReferenceCode"/>
                <w:id w:val="-2038800460"/>
                <w:placeholder>
                  <w:docPart w:val="7DC72CD6A3774C398F9BBA992837F6AE"/>
                </w:placeholder>
                <w:showingPlcHdr/>
                <w:dataBinding w:prefixMappings="xmlns:ns0='http://schemas.microsoft.com/office/2006/metadata/properties' xmlns:ns1='http://www.w3.org/2001/XMLSchema-instance' xmlns:ns2='05ca2c3a-b2d1-4b52-8f5f-1386ef50a19d' " w:xpath="/ns0:properties[1]/documentManagement[1]/ns2:RMReferenceCode[1]" w:storeItemID="{EAD7F837-E2BA-4645-AAF8-12B8D72567C9}"/>
                <w:text/>
              </w:sdtPr>
              <w:sdtEndPr/>
              <w:sdtContent>
                <w:r w:rsidR="000A32A0" w:rsidRPr="00FD6F87">
                  <w:rPr>
                    <w:rStyle w:val="Kohatitetekst"/>
                    <w:sz w:val="22"/>
                    <w:szCs w:val="22"/>
                  </w:rPr>
                  <w:t>[Registreerimisnumber]</w:t>
                </w:r>
              </w:sdtContent>
            </w:sdt>
          </w:p>
        </w:tc>
      </w:tr>
      <w:tr w:rsidR="002C6D8F" w:rsidRPr="001D4CFB" w14:paraId="6C1D7A4F" w14:textId="77777777" w:rsidTr="0087535B">
        <w:trPr>
          <w:trHeight w:val="331"/>
        </w:trPr>
        <w:tc>
          <w:tcPr>
            <w:tcW w:w="5387" w:type="dxa"/>
            <w:shd w:val="clear" w:color="auto" w:fill="auto"/>
          </w:tcPr>
          <w:p w14:paraId="71138B0D" w14:textId="77777777" w:rsidR="00766892" w:rsidRDefault="00DA6C6E" w:rsidP="00DB75F5">
            <w:pPr>
              <w:pStyle w:val="Adressaat"/>
              <w:rPr>
                <w:b/>
              </w:rPr>
            </w:pPr>
            <w:r>
              <w:rPr>
                <w:b/>
              </w:rPr>
              <w:t xml:space="preserve">Juhtkomisjoni töökorra ja </w:t>
            </w:r>
          </w:p>
          <w:p w14:paraId="6C1D7A4D" w14:textId="7C94BC95" w:rsidR="002C6D8F" w:rsidRPr="007A3961" w:rsidRDefault="00DA6C6E" w:rsidP="00DB75F5">
            <w:pPr>
              <w:pStyle w:val="Adressaat"/>
              <w:rPr>
                <w:b/>
              </w:rPr>
            </w:pPr>
            <w:r>
              <w:rPr>
                <w:b/>
              </w:rPr>
              <w:t>hindamisjuhendi kooskõlastamine</w:t>
            </w:r>
          </w:p>
        </w:tc>
        <w:tc>
          <w:tcPr>
            <w:tcW w:w="3544" w:type="dxa"/>
            <w:shd w:val="clear" w:color="auto" w:fill="auto"/>
          </w:tcPr>
          <w:p w14:paraId="6C1D7A4E" w14:textId="77777777" w:rsidR="002C6D8F" w:rsidRDefault="002C6D8F" w:rsidP="00124999"/>
        </w:tc>
      </w:tr>
    </w:tbl>
    <w:p w14:paraId="6C1D7A50" w14:textId="77777777" w:rsidR="0052084A" w:rsidRDefault="0052084A" w:rsidP="00EC4CF7">
      <w:pPr>
        <w:pStyle w:val="Snum"/>
      </w:pPr>
    </w:p>
    <w:p w14:paraId="6C1D7A51" w14:textId="15CA535B" w:rsidR="00A13FDE" w:rsidRDefault="00A13FDE" w:rsidP="00EC4CF7">
      <w:pPr>
        <w:pStyle w:val="Snum"/>
      </w:pPr>
      <w:r>
        <w:t xml:space="preserve">Austatud </w:t>
      </w:r>
      <w:r w:rsidR="00DA6C6E">
        <w:t>Urve Vool</w:t>
      </w:r>
    </w:p>
    <w:p w14:paraId="6C1D7A52" w14:textId="77777777" w:rsidR="00A13FDE" w:rsidRDefault="00A13FDE" w:rsidP="00EC4CF7">
      <w:pPr>
        <w:pStyle w:val="Snum"/>
      </w:pPr>
    </w:p>
    <w:p w14:paraId="6C1D7A53" w14:textId="77777777" w:rsidR="00A13FDE" w:rsidRDefault="00A13FDE" w:rsidP="00EC4CF7">
      <w:pPr>
        <w:pStyle w:val="Snum"/>
      </w:pPr>
    </w:p>
    <w:p w14:paraId="5559F2E9" w14:textId="77777777" w:rsidR="00DA6C6E" w:rsidRDefault="00DA6C6E" w:rsidP="00DA6C6E">
      <w:pPr>
        <w:pStyle w:val="Snum"/>
      </w:pPr>
      <w:r>
        <w:t>HTM kui rakendusasutus kooskõlastab rakendusüksuse poolt saadetud ASTRA+ juhtkomisjoni töökorra ning hindamisjuhendi alljärgnevate märkustega:</w:t>
      </w:r>
    </w:p>
    <w:p w14:paraId="76C8C050" w14:textId="62318A36" w:rsidR="00DA6C6E" w:rsidRDefault="00DA6C6E" w:rsidP="00DA6C6E">
      <w:pPr>
        <w:pStyle w:val="Snum"/>
      </w:pPr>
      <w:r>
        <w:t>1.„Juhtkomisjoni töökord“ – Punktis 24 palume asendada sõna „ekspertkomisjon“ sõnaga „juhtkomisjon“;</w:t>
      </w:r>
    </w:p>
    <w:p w14:paraId="6C1D7A55" w14:textId="21901448" w:rsidR="00D6661D" w:rsidRDefault="00DA6C6E" w:rsidP="00DA6C6E">
      <w:pPr>
        <w:pStyle w:val="Snum"/>
      </w:pPr>
      <w:r>
        <w:t>2.„Juhtkomisjoni hindamisjuhend tegevuste 1, 2 ja 4 taotluste hindamiseks“ – Punkti 9 alla palume lisada täpsustav informatsioon Astra+ seletuskirjast: „2024 aasta vahe-eesmärki ei saa väljundnäitajana arvestada, kuna Astra+ taotluste voorud avanevad alles 2024 aasta lõpus“ ning Punkti 24 alapunktis 2 palume asendada sõna „ekspertkomisjon“ sõnaga „juhtkomisjon“.</w:t>
      </w:r>
    </w:p>
    <w:p w14:paraId="6C1D7A56" w14:textId="77777777" w:rsidR="00A13FDE" w:rsidRDefault="00A13FDE" w:rsidP="00EC4CF7">
      <w:pPr>
        <w:pStyle w:val="Snum"/>
      </w:pPr>
    </w:p>
    <w:p w14:paraId="6C1D7A57" w14:textId="77777777" w:rsidR="00A13FDE" w:rsidRDefault="00A13FDE" w:rsidP="00EC4CF7">
      <w:pPr>
        <w:pStyle w:val="Snum"/>
      </w:pPr>
      <w:r>
        <w:t>Lugupidamisega</w:t>
      </w:r>
    </w:p>
    <w:p w14:paraId="6C1D7A58" w14:textId="77777777" w:rsidR="00A13FDE" w:rsidRDefault="00A13FDE" w:rsidP="00EC4CF7">
      <w:pPr>
        <w:pStyle w:val="Snum"/>
      </w:pPr>
    </w:p>
    <w:p w14:paraId="6C1D7A59" w14:textId="77777777" w:rsidR="00A13FDE" w:rsidRDefault="00A13FDE" w:rsidP="00EC4CF7">
      <w:pPr>
        <w:pStyle w:val="Snum"/>
      </w:pPr>
    </w:p>
    <w:p w14:paraId="6C1D7A5A" w14:textId="77777777" w:rsidR="00A13FDE" w:rsidRDefault="00A13FDE" w:rsidP="00EC4CF7">
      <w:pPr>
        <w:pStyle w:val="Snum"/>
      </w:pPr>
    </w:p>
    <w:p w14:paraId="6C1D7A5B" w14:textId="77777777" w:rsidR="00A13FDE" w:rsidRDefault="00A13FDE" w:rsidP="00EC4CF7">
      <w:pPr>
        <w:pStyle w:val="Snum"/>
      </w:pPr>
      <w:r>
        <w:t>(allkirjastatud digitaalselt)</w:t>
      </w:r>
    </w:p>
    <w:p w14:paraId="6C1D7A5C" w14:textId="37E891B3" w:rsidR="00EC4CF7" w:rsidRDefault="00DA6C6E" w:rsidP="00EC4CF7">
      <w:pPr>
        <w:pStyle w:val="Snum"/>
      </w:pPr>
      <w:r>
        <w:t xml:space="preserve">Katrin </w:t>
      </w:r>
      <w:proofErr w:type="spellStart"/>
      <w:r>
        <w:t>Kiisler</w:t>
      </w:r>
      <w:proofErr w:type="spellEnd"/>
    </w:p>
    <w:p w14:paraId="6C1D7A5E" w14:textId="4470BDBF" w:rsidR="00EC4CF7" w:rsidRDefault="00766892" w:rsidP="00766892">
      <w:pPr>
        <w:pStyle w:val="Snum"/>
      </w:pPr>
      <w:r>
        <w:t>t</w:t>
      </w:r>
      <w:r w:rsidRPr="00766892">
        <w:t>eadus- ja arendustegevuse poliitika</w:t>
      </w:r>
      <w:r>
        <w:t xml:space="preserve"> </w:t>
      </w:r>
      <w:r w:rsidR="00DA6C6E">
        <w:t>osakonna</w:t>
      </w:r>
      <w:r>
        <w:t xml:space="preserve"> </w:t>
      </w:r>
      <w:r w:rsidR="00DA6C6E">
        <w:t>juhataja</w:t>
      </w:r>
    </w:p>
    <w:p w14:paraId="6C1D7A5F" w14:textId="77777777" w:rsidR="00A13FDE" w:rsidRDefault="00A13FDE" w:rsidP="00EC4CF7">
      <w:pPr>
        <w:pStyle w:val="Snum"/>
      </w:pPr>
    </w:p>
    <w:p w14:paraId="6C1D7A60" w14:textId="77777777" w:rsidR="00D6661D" w:rsidRDefault="00D6661D" w:rsidP="00EC4CF7">
      <w:pPr>
        <w:pStyle w:val="Snum"/>
      </w:pPr>
    </w:p>
    <w:p w14:paraId="6C1D7A67" w14:textId="77777777" w:rsidR="00A13FDE" w:rsidRDefault="00A13FDE" w:rsidP="00EC4CF7">
      <w:pPr>
        <w:pStyle w:val="Snum"/>
      </w:pPr>
    </w:p>
    <w:p w14:paraId="6C1D7A68" w14:textId="77777777" w:rsidR="00D6661D" w:rsidRDefault="00D6661D" w:rsidP="00EC4CF7">
      <w:pPr>
        <w:pStyle w:val="Snum"/>
      </w:pPr>
    </w:p>
    <w:p w14:paraId="6C1D7A69" w14:textId="341FF077" w:rsidR="00D6661D" w:rsidRDefault="00352E55" w:rsidP="00EC4CF7">
      <w:pPr>
        <w:pStyle w:val="Snum"/>
      </w:pPr>
      <w:r>
        <w:t xml:space="preserve">Koopia: </w:t>
      </w:r>
      <w:sdt>
        <w:sdtPr>
          <w:alias w:val="Koopia saajad väljast"/>
          <w:tag w:val="Koopia_x0020_saajad_x0020_väljast"/>
          <w:id w:val="1128823532"/>
          <w:placeholder>
            <w:docPart w:val="52B25E800B37434CA9799F1258066BFD"/>
          </w:placeholder>
          <w:dataBinding w:prefixMappings="xmlns:ns0='http://schemas.microsoft.com/office/2006/metadata/properties' xmlns:ns1='http://www.w3.org/2001/XMLSchema-instance' xmlns:ns2='05ca2c3a-b2d1-4b52-8f5f-1386ef50a19d' " w:xpath="/ns0:properties[1]/documentManagement[1]/ns2:Koopia_x0020_saajad_x0020_väljast[1]" w:storeItemID="{EAD7F837-E2BA-4645-AAF8-12B8D72567C9}"/>
          <w:text/>
        </w:sdtPr>
        <w:sdtEndPr/>
        <w:sdtContent>
          <w:r w:rsidR="00DA6C6E">
            <w:t>kristel.meesak-seesmaa@rtk.ee</w:t>
          </w:r>
        </w:sdtContent>
      </w:sdt>
    </w:p>
    <w:p w14:paraId="6C1D7A6A" w14:textId="77777777" w:rsidR="000419B9" w:rsidRDefault="000419B9" w:rsidP="00EC4CF7">
      <w:pPr>
        <w:pStyle w:val="Snum"/>
      </w:pPr>
    </w:p>
    <w:p w14:paraId="6C1D7A6B" w14:textId="77777777" w:rsidR="000419B9" w:rsidRDefault="000419B9" w:rsidP="00EC4CF7">
      <w:pPr>
        <w:pStyle w:val="Snum"/>
      </w:pPr>
    </w:p>
    <w:p w14:paraId="6C1D7A6C" w14:textId="77777777" w:rsidR="000419B9" w:rsidRDefault="000419B9" w:rsidP="00EC4CF7">
      <w:pPr>
        <w:pStyle w:val="Snum"/>
      </w:pPr>
    </w:p>
    <w:p w14:paraId="6C1D7A6D" w14:textId="77777777" w:rsidR="000419B9" w:rsidRDefault="000419B9" w:rsidP="00EC4CF7">
      <w:pPr>
        <w:pStyle w:val="Snum"/>
      </w:pPr>
    </w:p>
    <w:p w14:paraId="6C1D7A6E" w14:textId="77777777" w:rsidR="000419B9" w:rsidRDefault="000419B9" w:rsidP="00EC4CF7">
      <w:pPr>
        <w:pStyle w:val="Snum"/>
      </w:pPr>
    </w:p>
    <w:p w14:paraId="6C1D7A6F" w14:textId="77777777" w:rsidR="000419B9" w:rsidRDefault="000419B9" w:rsidP="00EC4CF7">
      <w:pPr>
        <w:pStyle w:val="Snum"/>
      </w:pPr>
    </w:p>
    <w:p w14:paraId="6C1D7A70" w14:textId="77777777" w:rsidR="00D6661D" w:rsidRDefault="00D6661D" w:rsidP="00EC4CF7">
      <w:pPr>
        <w:pStyle w:val="Snum"/>
      </w:pPr>
    </w:p>
    <w:sdt>
      <w:sdtPr>
        <w:alias w:val="Koostaja"/>
        <w:tag w:val="Koostaja"/>
        <w:id w:val="728584437"/>
        <w:placeholder>
          <w:docPart w:val="293999B1D36B4AB79D5663DC2D8CF6D0"/>
        </w:placeholder>
        <w:dataBinding w:prefixMappings="xmlns:ns0='http://schemas.microsoft.com/office/2006/metadata/properties' xmlns:ns1='http://www.w3.org/2001/XMLSchema-instance' xmlns:ns2='05ca2c3a-b2d1-4b52-8f5f-1386ef50a19d' " w:xpath="/ns0:properties[1]/documentManagement[1]/ns2:Koostaja[1]" w:storeItemID="{EAD7F837-E2BA-4645-AAF8-12B8D72567C9}"/>
        <w:text/>
      </w:sdtPr>
      <w:sdtEndPr/>
      <w:sdtContent>
        <w:p w14:paraId="6C1D7A71" w14:textId="211CF6F3" w:rsidR="000419B9" w:rsidRDefault="00DA6C6E" w:rsidP="00EC4CF7">
          <w:pPr>
            <w:pStyle w:val="Snum"/>
          </w:pPr>
          <w:r>
            <w:t>Toomas Murulo</w:t>
          </w:r>
        </w:p>
      </w:sdtContent>
    </w:sdt>
    <w:p w14:paraId="6C1D7A72" w14:textId="2E352F40" w:rsidR="00A13FDE" w:rsidRDefault="00DA6C6E" w:rsidP="00EC4CF7">
      <w:pPr>
        <w:pStyle w:val="Snum"/>
      </w:pPr>
      <w:r>
        <w:t>735</w:t>
      </w:r>
      <w:r w:rsidR="00766892">
        <w:t xml:space="preserve"> </w:t>
      </w:r>
      <w:r>
        <w:t>0217</w:t>
      </w:r>
    </w:p>
    <w:sdt>
      <w:sdtPr>
        <w:alias w:val="Koostaja e-posti aadress"/>
        <w:tag w:val="Koostaja_x0020_e-posti_x0020_aadress"/>
        <w:id w:val="-2140404012"/>
        <w:placeholder>
          <w:docPart w:val="66971C15E2B947AA96656EEE90D3500A"/>
        </w:placeholder>
        <w:dataBinding w:prefixMappings="xmlns:ns0='http://schemas.microsoft.com/office/2006/metadata/properties' xmlns:ns1='http://www.w3.org/2001/XMLSchema-instance' xmlns:ns2='05ca2c3a-b2d1-4b52-8f5f-1386ef50a19d' " w:xpath="/ns0:properties[1]/documentManagement[1]/ns2:Koostaja_x0020_e-posti_x0020_aadress[1]" w:storeItemID="{EAD7F837-E2BA-4645-AAF8-12B8D72567C9}"/>
        <w:text/>
      </w:sdtPr>
      <w:sdtEndPr/>
      <w:sdtContent>
        <w:p w14:paraId="6C1D7A73" w14:textId="77278E6B" w:rsidR="00BD078E" w:rsidRPr="00BD078E" w:rsidRDefault="00DA6C6E" w:rsidP="00EC4CF7">
          <w:pPr>
            <w:pStyle w:val="Snum"/>
          </w:pPr>
          <w:r>
            <w:t>toomas.murulo@hm.ee</w:t>
          </w:r>
        </w:p>
      </w:sdtContent>
    </w:sdt>
    <w:sectPr w:rsidR="00BD078E" w:rsidRPr="00BD078E" w:rsidSect="00EC4CF7">
      <w:footerReference w:type="default" r:id="rId11"/>
      <w:footerReference w:type="first" r:id="rId12"/>
      <w:pgSz w:w="11906" w:h="16838" w:code="9"/>
      <w:pgMar w:top="907" w:right="1021" w:bottom="1418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0A071" w14:textId="77777777" w:rsidR="001B143E" w:rsidRDefault="001B143E" w:rsidP="00DF44DF">
      <w:r>
        <w:separator/>
      </w:r>
    </w:p>
  </w:endnote>
  <w:endnote w:type="continuationSeparator" w:id="0">
    <w:p w14:paraId="73450766" w14:textId="77777777" w:rsidR="001B143E" w:rsidRDefault="001B143E" w:rsidP="00DF44DF">
      <w:r>
        <w:continuationSeparator/>
      </w:r>
    </w:p>
  </w:endnote>
  <w:endnote w:type="continuationNotice" w:id="1">
    <w:p w14:paraId="568565D3" w14:textId="77777777" w:rsidR="000C2B4F" w:rsidRDefault="000C2B4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D7A7C" w14:textId="77777777" w:rsidR="003B2A9C" w:rsidRPr="00AD2EA7" w:rsidRDefault="00E90F6E" w:rsidP="00B644AC">
    <w:pPr>
      <w:pStyle w:val="Jalus1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B56194">
      <w:rPr>
        <w:noProof/>
      </w:rPr>
      <w:t>2</w:t>
    </w:r>
    <w:r w:rsidRPr="00AD2EA7">
      <w:fldChar w:fldCharType="end"/>
    </w:r>
    <w:r w:rsidR="003B2A9C" w:rsidRPr="00AD2EA7">
      <w:t xml:space="preserve"> (</w:t>
    </w:r>
    <w:r w:rsidR="0091502B">
      <w:rPr>
        <w:noProof/>
      </w:rPr>
      <w:fldChar w:fldCharType="begin"/>
    </w:r>
    <w:r w:rsidR="0091502B">
      <w:rPr>
        <w:noProof/>
      </w:rPr>
      <w:instrText xml:space="preserve"> NUMPAGES </w:instrText>
    </w:r>
    <w:r w:rsidR="0091502B">
      <w:rPr>
        <w:noProof/>
      </w:rPr>
      <w:fldChar w:fldCharType="separate"/>
    </w:r>
    <w:r w:rsidR="00B56194">
      <w:rPr>
        <w:noProof/>
      </w:rPr>
      <w:t>2</w:t>
    </w:r>
    <w:r w:rsidR="0091502B">
      <w:rPr>
        <w:noProof/>
      </w:rPr>
      <w:fldChar w:fldCharType="end"/>
    </w:r>
    <w:r w:rsidR="003B2A9C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D7A7D" w14:textId="77777777" w:rsidR="00124999" w:rsidRPr="00622F8E" w:rsidRDefault="00622F8E" w:rsidP="00622F8E">
    <w:pPr>
      <w:pStyle w:val="Jalus"/>
    </w:pPr>
    <w:r w:rsidRPr="00622F8E">
      <w:rPr>
        <w:sz w:val="20"/>
        <w:szCs w:val="24"/>
      </w:rPr>
      <w:t xml:space="preserve">Munga 18/ 50088 Tartu/ 735 0222/ </w:t>
    </w:r>
    <w:hyperlink r:id="rId1" w:history="1">
      <w:r w:rsidRPr="00622F8E">
        <w:rPr>
          <w:rStyle w:val="Hperlink"/>
          <w:color w:val="auto"/>
          <w:sz w:val="20"/>
          <w:szCs w:val="24"/>
          <w:u w:val="none"/>
        </w:rPr>
        <w:t>hm@hm.ee/</w:t>
      </w:r>
    </w:hyperlink>
    <w:r w:rsidRPr="00622F8E">
      <w:rPr>
        <w:sz w:val="20"/>
        <w:szCs w:val="24"/>
      </w:rPr>
      <w:t xml:space="preserve"> </w:t>
    </w:r>
    <w:hyperlink r:id="rId2" w:history="1">
      <w:r w:rsidRPr="00622F8E">
        <w:rPr>
          <w:rStyle w:val="Hperlink"/>
          <w:color w:val="auto"/>
          <w:sz w:val="20"/>
          <w:szCs w:val="24"/>
          <w:u w:val="none"/>
        </w:rPr>
        <w:t>www.hm.ee/</w:t>
      </w:r>
    </w:hyperlink>
    <w:r w:rsidRPr="00622F8E">
      <w:rPr>
        <w:sz w:val="20"/>
        <w:szCs w:val="24"/>
      </w:rPr>
      <w:t xml:space="preserve"> Registrikood 70000740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A9745" w14:textId="77777777" w:rsidR="001B143E" w:rsidRDefault="001B143E" w:rsidP="00DF44DF">
      <w:r>
        <w:separator/>
      </w:r>
    </w:p>
  </w:footnote>
  <w:footnote w:type="continuationSeparator" w:id="0">
    <w:p w14:paraId="7B7E8983" w14:textId="77777777" w:rsidR="001B143E" w:rsidRDefault="001B143E" w:rsidP="00DF44DF">
      <w:r>
        <w:continuationSeparator/>
      </w:r>
    </w:p>
  </w:footnote>
  <w:footnote w:type="continuationNotice" w:id="1">
    <w:p w14:paraId="66CEE70A" w14:textId="77777777" w:rsidR="000C2B4F" w:rsidRDefault="000C2B4F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61D"/>
    <w:rsid w:val="000419B9"/>
    <w:rsid w:val="00060947"/>
    <w:rsid w:val="00066FD2"/>
    <w:rsid w:val="000836ED"/>
    <w:rsid w:val="000913FC"/>
    <w:rsid w:val="000933A9"/>
    <w:rsid w:val="000A17B5"/>
    <w:rsid w:val="000A18E6"/>
    <w:rsid w:val="000A32A0"/>
    <w:rsid w:val="000C2B4F"/>
    <w:rsid w:val="000E13D4"/>
    <w:rsid w:val="001137C3"/>
    <w:rsid w:val="00123DD4"/>
    <w:rsid w:val="00124999"/>
    <w:rsid w:val="0014136B"/>
    <w:rsid w:val="001523BD"/>
    <w:rsid w:val="00153E65"/>
    <w:rsid w:val="00172642"/>
    <w:rsid w:val="001A2D73"/>
    <w:rsid w:val="001A7D04"/>
    <w:rsid w:val="001B0161"/>
    <w:rsid w:val="001B143E"/>
    <w:rsid w:val="001D4CFB"/>
    <w:rsid w:val="001E2403"/>
    <w:rsid w:val="002008A2"/>
    <w:rsid w:val="00203B4F"/>
    <w:rsid w:val="00252DB7"/>
    <w:rsid w:val="00275D34"/>
    <w:rsid w:val="002835BB"/>
    <w:rsid w:val="00290E79"/>
    <w:rsid w:val="00293449"/>
    <w:rsid w:val="002B124D"/>
    <w:rsid w:val="002C6D8F"/>
    <w:rsid w:val="002D4A21"/>
    <w:rsid w:val="002F254F"/>
    <w:rsid w:val="003270DD"/>
    <w:rsid w:val="003361C3"/>
    <w:rsid w:val="0034719C"/>
    <w:rsid w:val="00352E55"/>
    <w:rsid w:val="00354059"/>
    <w:rsid w:val="00385865"/>
    <w:rsid w:val="00394DCB"/>
    <w:rsid w:val="003969DA"/>
    <w:rsid w:val="003B2A9C"/>
    <w:rsid w:val="00421285"/>
    <w:rsid w:val="00423BC5"/>
    <w:rsid w:val="0042656F"/>
    <w:rsid w:val="004332AC"/>
    <w:rsid w:val="00435A13"/>
    <w:rsid w:val="0044084D"/>
    <w:rsid w:val="004520D1"/>
    <w:rsid w:val="004A74F3"/>
    <w:rsid w:val="004C1391"/>
    <w:rsid w:val="00517A94"/>
    <w:rsid w:val="0052084A"/>
    <w:rsid w:val="00530F52"/>
    <w:rsid w:val="00531169"/>
    <w:rsid w:val="00546204"/>
    <w:rsid w:val="00551E24"/>
    <w:rsid w:val="00557534"/>
    <w:rsid w:val="00560A92"/>
    <w:rsid w:val="00564569"/>
    <w:rsid w:val="00597CCD"/>
    <w:rsid w:val="005B5CE1"/>
    <w:rsid w:val="005E1D41"/>
    <w:rsid w:val="005E3AED"/>
    <w:rsid w:val="005E45BB"/>
    <w:rsid w:val="005E7A36"/>
    <w:rsid w:val="00600661"/>
    <w:rsid w:val="00602834"/>
    <w:rsid w:val="006042AA"/>
    <w:rsid w:val="0060456C"/>
    <w:rsid w:val="006104C0"/>
    <w:rsid w:val="00622F8E"/>
    <w:rsid w:val="006541E8"/>
    <w:rsid w:val="00680609"/>
    <w:rsid w:val="00687081"/>
    <w:rsid w:val="006A01AC"/>
    <w:rsid w:val="006C4AA3"/>
    <w:rsid w:val="006E16BD"/>
    <w:rsid w:val="006E67FE"/>
    <w:rsid w:val="006F245F"/>
    <w:rsid w:val="006F3BB9"/>
    <w:rsid w:val="006F55A3"/>
    <w:rsid w:val="006F72D7"/>
    <w:rsid w:val="007056E1"/>
    <w:rsid w:val="00713327"/>
    <w:rsid w:val="00717508"/>
    <w:rsid w:val="00743D8F"/>
    <w:rsid w:val="0075695A"/>
    <w:rsid w:val="00766892"/>
    <w:rsid w:val="00793DBA"/>
    <w:rsid w:val="007A1DE8"/>
    <w:rsid w:val="007A3961"/>
    <w:rsid w:val="007D23C7"/>
    <w:rsid w:val="007D54FC"/>
    <w:rsid w:val="00813321"/>
    <w:rsid w:val="00815093"/>
    <w:rsid w:val="00835858"/>
    <w:rsid w:val="0087535B"/>
    <w:rsid w:val="00880742"/>
    <w:rsid w:val="008919F2"/>
    <w:rsid w:val="008B041F"/>
    <w:rsid w:val="008C7384"/>
    <w:rsid w:val="008C7784"/>
    <w:rsid w:val="008D4634"/>
    <w:rsid w:val="008E0D1F"/>
    <w:rsid w:val="008F0B50"/>
    <w:rsid w:val="0090042D"/>
    <w:rsid w:val="00905EBB"/>
    <w:rsid w:val="009103D9"/>
    <w:rsid w:val="00911662"/>
    <w:rsid w:val="0091319A"/>
    <w:rsid w:val="0091502B"/>
    <w:rsid w:val="0091786B"/>
    <w:rsid w:val="0093349A"/>
    <w:rsid w:val="009370A4"/>
    <w:rsid w:val="009434DC"/>
    <w:rsid w:val="009C5238"/>
    <w:rsid w:val="009E3E87"/>
    <w:rsid w:val="009E7F4A"/>
    <w:rsid w:val="009F1424"/>
    <w:rsid w:val="00A10E66"/>
    <w:rsid w:val="00A1244E"/>
    <w:rsid w:val="00A13FDE"/>
    <w:rsid w:val="00A240BE"/>
    <w:rsid w:val="00A50322"/>
    <w:rsid w:val="00A70A03"/>
    <w:rsid w:val="00A74343"/>
    <w:rsid w:val="00A87B91"/>
    <w:rsid w:val="00AA7269"/>
    <w:rsid w:val="00AB56CA"/>
    <w:rsid w:val="00AC4752"/>
    <w:rsid w:val="00AD2EA7"/>
    <w:rsid w:val="00AE02A8"/>
    <w:rsid w:val="00AE71A0"/>
    <w:rsid w:val="00B05A83"/>
    <w:rsid w:val="00B1403A"/>
    <w:rsid w:val="00B31EF1"/>
    <w:rsid w:val="00B3319F"/>
    <w:rsid w:val="00B526BF"/>
    <w:rsid w:val="00B56194"/>
    <w:rsid w:val="00B644AC"/>
    <w:rsid w:val="00B676C8"/>
    <w:rsid w:val="00B843FB"/>
    <w:rsid w:val="00BA1348"/>
    <w:rsid w:val="00BA148F"/>
    <w:rsid w:val="00BC1A62"/>
    <w:rsid w:val="00BD078E"/>
    <w:rsid w:val="00BD3CCF"/>
    <w:rsid w:val="00BE0CC9"/>
    <w:rsid w:val="00BF4D7C"/>
    <w:rsid w:val="00C15B7F"/>
    <w:rsid w:val="00C24F66"/>
    <w:rsid w:val="00C267A1"/>
    <w:rsid w:val="00C27B07"/>
    <w:rsid w:val="00C41FC5"/>
    <w:rsid w:val="00C83346"/>
    <w:rsid w:val="00C95769"/>
    <w:rsid w:val="00CA099B"/>
    <w:rsid w:val="00CA583B"/>
    <w:rsid w:val="00CA5F0B"/>
    <w:rsid w:val="00CB42AB"/>
    <w:rsid w:val="00CD7AC8"/>
    <w:rsid w:val="00CF2B77"/>
    <w:rsid w:val="00CF4303"/>
    <w:rsid w:val="00D40650"/>
    <w:rsid w:val="00D6661D"/>
    <w:rsid w:val="00D761B3"/>
    <w:rsid w:val="00DA6C6E"/>
    <w:rsid w:val="00DB75F5"/>
    <w:rsid w:val="00DC1AA7"/>
    <w:rsid w:val="00DD580A"/>
    <w:rsid w:val="00DF44DF"/>
    <w:rsid w:val="00E023F6"/>
    <w:rsid w:val="00E03DBB"/>
    <w:rsid w:val="00E221F0"/>
    <w:rsid w:val="00E30F9C"/>
    <w:rsid w:val="00E318D8"/>
    <w:rsid w:val="00E50290"/>
    <w:rsid w:val="00E90F6E"/>
    <w:rsid w:val="00EC4CF7"/>
    <w:rsid w:val="00F15329"/>
    <w:rsid w:val="00F31E2E"/>
    <w:rsid w:val="00F452D4"/>
    <w:rsid w:val="00F9645B"/>
    <w:rsid w:val="00F9773D"/>
    <w:rsid w:val="00FB26FE"/>
    <w:rsid w:val="00FC5179"/>
    <w:rsid w:val="00FD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6C1D7A3C"/>
  <w15:docId w15:val="{B1990D6F-DD20-44BF-A390-3A7C9FFCE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24"/>
        <w:sz w:val="24"/>
        <w:szCs w:val="24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b/>
      <w:bCs/>
      <w:color w:val="000000"/>
      <w:kern w:val="0"/>
      <w:sz w:val="28"/>
      <w:szCs w:val="28"/>
      <w:u w:color="000000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b/>
      <w:bCs/>
      <w:i/>
      <w:iCs/>
      <w:color w:val="000000"/>
      <w:kern w:val="0"/>
      <w:sz w:val="26"/>
      <w:szCs w:val="26"/>
      <w:u w:color="000000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b/>
      <w:bCs/>
      <w:color w:val="000000"/>
      <w:kern w:val="0"/>
      <w:sz w:val="22"/>
      <w:szCs w:val="22"/>
      <w:u w:color="000000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color w:val="000000"/>
      <w:kern w:val="0"/>
      <w:u w:color="000000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i/>
      <w:iCs/>
      <w:color w:val="000000"/>
      <w:kern w:val="0"/>
      <w:u w:color="000000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hAnsi="Arial" w:cs="Arial"/>
      <w:color w:val="000000"/>
      <w:kern w:val="0"/>
      <w:sz w:val="22"/>
      <w:szCs w:val="22"/>
      <w:u w:color="00000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B644AC"/>
    <w:pPr>
      <w:widowControl w:val="0"/>
      <w:suppressAutoHyphens/>
    </w:pPr>
    <w:rPr>
      <w:rFonts w:eastAsia="SimSun" w:cs="Mangal"/>
      <w:kern w:val="1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semiHidden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semiHidden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color w:val="000000"/>
      <w:kern w:val="0"/>
      <w:u w:color="000000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lang w:eastAsia="zh-CN" w:bidi="hi-IN"/>
    </w:rPr>
  </w:style>
  <w:style w:type="paragraph" w:customStyle="1" w:styleId="Pealkiri1">
    <w:name w:val="Pealkiri1"/>
    <w:autoRedefine/>
    <w:qFormat/>
    <w:rsid w:val="00B56194"/>
    <w:pPr>
      <w:spacing w:after="560"/>
    </w:pPr>
    <w:rPr>
      <w:rFonts w:eastAsia="SimSun"/>
      <w:kern w:val="1"/>
      <w:lang w:eastAsia="zh-CN" w:bidi="hi-IN"/>
    </w:rPr>
  </w:style>
  <w:style w:type="paragraph" w:customStyle="1" w:styleId="Snum">
    <w:name w:val="Sõnum"/>
    <w:autoRedefine/>
    <w:qFormat/>
    <w:rsid w:val="00EC4CF7"/>
    <w:pPr>
      <w:tabs>
        <w:tab w:val="left" w:pos="5670"/>
      </w:tabs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styleId="Kohatitetekst">
    <w:name w:val="Placeholder Text"/>
    <w:basedOn w:val="Liguvaikefont"/>
    <w:uiPriority w:val="99"/>
    <w:semiHidden/>
    <w:rsid w:val="00B05A8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hm.ee/" TargetMode="External"/><Relationship Id="rId1" Type="http://schemas.openxmlformats.org/officeDocument/2006/relationships/hyperlink" Target="mailto:hm@hm.ee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iri.undrits\Desktop\aruanded\HTM_kiri_EU17EE_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E3B7E0852974003A536C55B068B161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1A86FF3-E8A8-4A02-8976-00057CFA7066}"/>
      </w:docPartPr>
      <w:docPartBody>
        <w:p w:rsidR="00D8015B" w:rsidRDefault="00CC3C27">
          <w:r w:rsidRPr="008A2853">
            <w:rPr>
              <w:rStyle w:val="Kohatitetekst"/>
            </w:rPr>
            <w:t>[Saatja kuupäev]</w:t>
          </w:r>
        </w:p>
      </w:docPartBody>
    </w:docPart>
    <w:docPart>
      <w:docPartPr>
        <w:name w:val="A14EADB043EC49C2A573D83166BBF5A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89971D3-E3D0-48F1-9CC6-90BCF417D1CA}"/>
      </w:docPartPr>
      <w:docPartBody>
        <w:p w:rsidR="00D8015B" w:rsidRDefault="00CC3C27">
          <w:r w:rsidRPr="008A2853">
            <w:rPr>
              <w:rStyle w:val="Kohatitetekst"/>
            </w:rPr>
            <w:t>[Saatja kirja number]</w:t>
          </w:r>
        </w:p>
      </w:docPartBody>
    </w:docPart>
    <w:docPart>
      <w:docPartPr>
        <w:name w:val="5176704E418F496FABCB00E78564197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1E83F4D-55DB-48B5-8EE9-60499FC642BE}"/>
      </w:docPartPr>
      <w:docPartBody>
        <w:p w:rsidR="00D8015B" w:rsidRDefault="00CC3C27">
          <w:r w:rsidRPr="008A2853">
            <w:rPr>
              <w:rStyle w:val="Kohatitetekst"/>
            </w:rPr>
            <w:t>[Registreerimise kuupäev]</w:t>
          </w:r>
        </w:p>
      </w:docPartBody>
    </w:docPart>
    <w:docPart>
      <w:docPartPr>
        <w:name w:val="7DC72CD6A3774C398F9BBA992837F6A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789D5C2-A897-4A97-BCDB-4E4EACF6BB27}"/>
      </w:docPartPr>
      <w:docPartBody>
        <w:p w:rsidR="00D8015B" w:rsidRDefault="00CC3C27">
          <w:r w:rsidRPr="008A2853">
            <w:rPr>
              <w:rStyle w:val="Kohatitetekst"/>
            </w:rPr>
            <w:t>[Registreerimisnumber]</w:t>
          </w:r>
        </w:p>
      </w:docPartBody>
    </w:docPart>
    <w:docPart>
      <w:docPartPr>
        <w:name w:val="B12B65E59D784C31A80C01712A19AD7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4556F21-E5E5-422E-8340-BA3467D17146}"/>
      </w:docPartPr>
      <w:docPartBody>
        <w:p w:rsidR="00D8015B" w:rsidRDefault="00CC3C27">
          <w:r w:rsidRPr="008A2853">
            <w:rPr>
              <w:rStyle w:val="Kohatitetekst"/>
            </w:rPr>
            <w:t>[Asutus]</w:t>
          </w:r>
        </w:p>
      </w:docPartBody>
    </w:docPart>
    <w:docPart>
      <w:docPartPr>
        <w:name w:val="293999B1D36B4AB79D5663DC2D8CF6D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BE31669-3722-4574-8D02-C720996BC1AA}"/>
      </w:docPartPr>
      <w:docPartBody>
        <w:p w:rsidR="00D8015B" w:rsidRDefault="00CC3C27">
          <w:r w:rsidRPr="008A2853">
            <w:rPr>
              <w:rStyle w:val="Kohatitetekst"/>
            </w:rPr>
            <w:t>[Koostaja]</w:t>
          </w:r>
        </w:p>
      </w:docPartBody>
    </w:docPart>
    <w:docPart>
      <w:docPartPr>
        <w:name w:val="66971C15E2B947AA96656EEE90D350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D93E66-55D0-44A2-9D05-38096DC45941}"/>
      </w:docPartPr>
      <w:docPartBody>
        <w:p w:rsidR="00D8015B" w:rsidRDefault="00CC3C27">
          <w:r w:rsidRPr="008A2853">
            <w:rPr>
              <w:rStyle w:val="Kohatitetekst"/>
            </w:rPr>
            <w:t>[Koostaja e-posti aadress]</w:t>
          </w:r>
        </w:p>
      </w:docPartBody>
    </w:docPart>
    <w:docPart>
      <w:docPartPr>
        <w:name w:val="52B25E800B37434CA9799F1258066BF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59B1AD2-51A5-4B72-83A5-A66C9F30C24C}"/>
      </w:docPartPr>
      <w:docPartBody>
        <w:p w:rsidR="004702E7" w:rsidRDefault="00BA1526">
          <w:r w:rsidRPr="007B1CB2">
            <w:rPr>
              <w:rStyle w:val="Kohatitetekst"/>
            </w:rPr>
            <w:t>[Koopia saajad väljast]</w:t>
          </w:r>
        </w:p>
      </w:docPartBody>
    </w:docPart>
    <w:docPart>
      <w:docPartPr>
        <w:name w:val="F3EF5CA69BC9406A81736DC936C7797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F57982-62BF-4025-8507-7EBC8C0D4A8B}"/>
      </w:docPartPr>
      <w:docPartBody>
        <w:p w:rsidR="00D73DF3" w:rsidRDefault="00DD4CC9">
          <w:r w:rsidRPr="009273CD">
            <w:rPr>
              <w:rStyle w:val="Kohatitetekst"/>
            </w:rPr>
            <w:t>[Isik (EI lähe ADR-i)]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D06"/>
    <w:rsid w:val="000370E4"/>
    <w:rsid w:val="000B4CE3"/>
    <w:rsid w:val="000D35EB"/>
    <w:rsid w:val="00141B7C"/>
    <w:rsid w:val="00187AE7"/>
    <w:rsid w:val="001914AA"/>
    <w:rsid w:val="002F4681"/>
    <w:rsid w:val="00316FA4"/>
    <w:rsid w:val="003667EF"/>
    <w:rsid w:val="004031E1"/>
    <w:rsid w:val="00425564"/>
    <w:rsid w:val="004702E7"/>
    <w:rsid w:val="004F47D0"/>
    <w:rsid w:val="00513C65"/>
    <w:rsid w:val="00517A94"/>
    <w:rsid w:val="005B5824"/>
    <w:rsid w:val="00660EF5"/>
    <w:rsid w:val="006A0ED4"/>
    <w:rsid w:val="006A5D75"/>
    <w:rsid w:val="00770099"/>
    <w:rsid w:val="00784BA1"/>
    <w:rsid w:val="007C0EFD"/>
    <w:rsid w:val="007C4071"/>
    <w:rsid w:val="00840F79"/>
    <w:rsid w:val="009754A0"/>
    <w:rsid w:val="00A24666"/>
    <w:rsid w:val="00A54D06"/>
    <w:rsid w:val="00A65A58"/>
    <w:rsid w:val="00A77C7F"/>
    <w:rsid w:val="00AF1FF7"/>
    <w:rsid w:val="00B504A1"/>
    <w:rsid w:val="00B6151C"/>
    <w:rsid w:val="00B85D80"/>
    <w:rsid w:val="00B94FD8"/>
    <w:rsid w:val="00BA1526"/>
    <w:rsid w:val="00CC3C27"/>
    <w:rsid w:val="00CC73A1"/>
    <w:rsid w:val="00CD0DE5"/>
    <w:rsid w:val="00D1224B"/>
    <w:rsid w:val="00D34C8D"/>
    <w:rsid w:val="00D415C2"/>
    <w:rsid w:val="00D73DF3"/>
    <w:rsid w:val="00D8015B"/>
    <w:rsid w:val="00DD4CC9"/>
    <w:rsid w:val="00E57A9C"/>
    <w:rsid w:val="00E71E3F"/>
    <w:rsid w:val="00EB1772"/>
    <w:rsid w:val="00F148BA"/>
    <w:rsid w:val="00F23A33"/>
    <w:rsid w:val="00F43A8C"/>
    <w:rsid w:val="00FA3F7B"/>
    <w:rsid w:val="00FF0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DD4CC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2.xml><?xml version="1.0" encoding="utf-8"?>
<p:properties xmlns:p="http://schemas.microsoft.com/office/2006/metadata/properties">
  <documentManagement xmlns:xsi="http://www.w3.org/2001/XMLSchema-instance">
    <RMUniqueID xmlns="05ca2c3a-b2d1-4b52-8f5f-1386ef50a19d">74971a93-5cf4-4654-8f96-829d25f78af4</RMUniqueID>
    <RMTitle xmlns="05ca2c3a-b2d1-4b52-8f5f-1386ef50a19d"/>
    <RMRegistrationDate xmlns="05ca2c3a-b2d1-4b52-8f5f-1386ef50a19d">2024-10-14T12:11:09.7384991Z</RMRegistrationDate>
    <RMReferenceCode xmlns="05ca2c3a-b2d1-4b52-8f5f-1386ef50a19d">10-3.2/24/4284-2</RMReferenceCode>
    <ContactId xmlns="05ca2c3a-b2d1-4b52-8f5f-1386ef50a19d" xsi:nil="true"/>
    <Asutus xmlns="05ca2c3a-b2d1-4b52-8f5f-1386ef50a19d">Riigi Tugiteenuste Keskus</Asutus>
    <Isik xmlns="05ca2c3a-b2d1-4b52-8f5f-1386ef50a19d">Urve Vool</Isik>
    <Isik_x0020__x0028_ei_x0020_lähe_x0020_ADR-i_x0029_ xmlns="05ca2c3a-b2d1-4b52-8f5f-1386ef50a19d" xsi:nil="true"/>
    <E-posti_x0020_aadress xmlns="05ca2c3a-b2d1-4b52-8f5f-1386ef50a19d" xsi:nil="true"/>
    <Telefon xmlns="05ca2c3a-b2d1-4b52-8f5f-1386ef50a19d" xsi:nil="true"/>
    <Aadress xmlns="05ca2c3a-b2d1-4b52-8f5f-1386ef50a19d" xsi:nil="true"/>
    <Indeks xmlns="05ca2c3a-b2d1-4b52-8f5f-1386ef50a19d" xsi:nil="true"/>
    <Linn_x002F_Vald xmlns="05ca2c3a-b2d1-4b52-8f5f-1386ef50a19d" xsi:nil="true"/>
    <Maakond xmlns="05ca2c3a-b2d1-4b52-8f5f-1386ef50a19d" xsi:nil="true"/>
    <Saatmisviis xmlns="05ca2c3a-b2d1-4b52-8f5f-1386ef50a19d"/>
    <Kuupäev xmlns="05ca2c3a-b2d1-4b52-8f5f-1386ef50a19d">2024-09-27T00:00:00</Kuupäev>
    <Saatja_x0020_kirja_x0020_number xmlns="05ca2c3a-b2d1-4b52-8f5f-1386ef50a19d">11.3-19/24/2230 -1</Saatja_x0020_kirja_x0020_number>
    <Koostaja xmlns="05ca2c3a-b2d1-4b52-8f5f-1386ef50a19d">Toomas Murulo</Koostaja>
    <Koostaja_x0020_ametinimetus xmlns="05ca2c3a-b2d1-4b52-8f5f-1386ef50a19d">nõunik</Koostaja_x0020_ametinimetus>
    <Koostaja_x0020_telefon xmlns="05ca2c3a-b2d1-4b52-8f5f-1386ef50a19d">7350217</Koostaja_x0020_telefon>
    <Koostaja_x0020_e-posti_x0020_aadress xmlns="05ca2c3a-b2d1-4b52-8f5f-1386ef50a19d">toomas.murulo@hm.ee</Koostaja_x0020_e-posti_x0020_aadress>
    <Lisad xmlns="05ca2c3a-b2d1-4b52-8f5f-1386ef50a19d" xsi:nil="true"/>
    <Koopia_x0020_saajad_x0020_väljast xmlns="05ca2c3a-b2d1-4b52-8f5f-1386ef50a19d">kristel.meesak-seesmaa@rtk.ee</Koopia_x0020_saajad_x0020_väljast>
    <Allkirjastaja xmlns="05ca2c3a-b2d1-4b52-8f5f-1386ef50a19d">Katrin Kiisler</Allkirjastaja>
    <Allkirjastaja_x0020_ametinimetus xmlns="05ca2c3a-b2d1-4b52-8f5f-1386ef50a19d">osakonnajuhataja</Allkirjastaja_x0020_ametinimetus>
    <Allkirjastaja_x0020_2 xmlns="05ca2c3a-b2d1-4b52-8f5f-1386ef50a19d" xsi:nil="true"/>
    <Allkirjastaja_x0020_ametinimetus_x0020_2 xmlns="05ca2c3a-b2d1-4b52-8f5f-1386ef50a19d" xsi:nil="true"/>
    <RMOrderPosition xmlns="05ca2c3a-b2d1-4b52-8f5f-1386ef50a19d" xsi:nil="true"/>
    <RMInSigningContainer xmlns="05ca2c3a-b2d1-4b52-8f5f-1386ef50a19d" xsi:nil="true"/>
    <RMVirtualFolderNames xmlns="05ca2c3a-b2d1-4b52-8f5f-1386ef50a19d" xsi:nil="true"/>
    <RMInheritedFields xmlns="05ca2c3a-b2d1-4b52-8f5f-1386ef50a19d" xsi:nil="true"/>
    <RMAccessRestrictedFrom xmlns="05ca2c3a-b2d1-4b52-8f5f-1386ef50a19d" xsi:nil="true"/>
    <RMAccessRestrictedUntil xmlns="05ca2c3a-b2d1-4b52-8f5f-1386ef50a19d" xsi:nil="true"/>
    <RMAccessRestrictionLevel xmlns="05ca2c3a-b2d1-4b52-8f5f-1386ef50a19d">Avalik</RMAccessRestrictionLevel>
    <RMAccessRestrictionReason xmlns="05ca2c3a-b2d1-4b52-8f5f-1386ef50a19d" xsi:nil="true"/>
    <RMAccessRestrictionPublishingLevel xmlns="05ca2c3a-b2d1-4b52-8f5f-1386ef50a19d">0</RMAccessRestrictionPublishingLevel>
    <RMAccessRestrictionDate xmlns="05ca2c3a-b2d1-4b52-8f5f-1386ef50a19d" xsi:nil="true"/>
    <RMAccessRestrictionDuration xmlns="05ca2c3a-b2d1-4b52-8f5f-1386ef50a19d" xsi:nil="true"/>
    <RMAccessRestrictionNotificationTime xmlns="05ca2c3a-b2d1-4b52-8f5f-1386ef50a19d" xsi:nil="true"/>
    <RMAccessRestrictionEndEvent xmlns="05ca2c3a-b2d1-4b52-8f5f-1386ef50a19d" xsi:nil="true"/>
    <RMPublishedDocumentUniqueId xmlns="05ca2c3a-b2d1-4b52-8f5f-1386ef50a19d" xsi:nil="true"/>
    <RMRevisionStatus xmlns="05ca2c3a-b2d1-4b52-8f5f-1386ef50a19d" xsi:nil="true"/>
    <RMRevisionNumber xmlns="05ca2c3a-b2d1-4b52-8f5f-1386ef50a19d" xsi:nil="true"/>
    <RMPublishedFrom xmlns="05ca2c3a-b2d1-4b52-8f5f-1386ef50a19d" xsi:nil="true"/>
    <RMPublishedUntil xmlns="05ca2c3a-b2d1-4b52-8f5f-1386ef50a19d" xsi:nil="true"/>
    <RMAddDocumentDataToFileName xmlns="05ca2c3a-b2d1-4b52-8f5f-1386ef50a19d">false</RMAddDocumentDataToFileName>
    <RMAccessRestrictionOwnerTemp xmlns="05ca2c3a-b2d1-4b52-8f5f-1386ef50a19d" xsi:nil="true"/>
    <RMAccessRestrictionOwnerTempUntil xmlns="05ca2c3a-b2d1-4b52-8f5f-1386ef50a19d" xsi:nil="true"/>
    <RMAccessRestrictionExtended xmlns="05ca2c3a-b2d1-4b52-8f5f-1386ef50a19d" xsi:nil="true"/>
    <RMDocumentExpirationDate xmlns="05ca2c3a-b2d1-4b52-8f5f-1386ef50a19d" xsi:nil="true"/>
    <RMRetentionDeadline xmlns="05ca2c3a-b2d1-4b52-8f5f-1386ef50a19d" xsi:nil="true"/>
    <RMNotes xmlns="05ca2c3a-b2d1-4b52-8f5f-1386ef50a19d" xsi:nil="true"/>
    <RMShouldArchiveFilesOnRegistration xmlns="05ca2c3a-b2d1-4b52-8f5f-1386ef50a19d">false</RMShouldArchiveFilesOnRegistration>
    <RMKeywords xmlns="05ca2c3a-b2d1-4b52-8f5f-1386ef50a19d" xsi:nil="true"/>
    <RMStatus xmlns="05ca2c3a-b2d1-4b52-8f5f-1386ef50a19d">InProcess</RMStatus>
    <Ministri_x0020_nõunik xmlns="05ca2c3a-b2d1-4b52-8f5f-1386ef50a19d" xsi:nil="true"/>
    <Link_x0020_avalikus_x0020_veebis xmlns="05ca2c3a-b2d1-4b52-8f5f-1386ef50a19d">https://dok.hm.ee/et/document.html?id=74971a93-5cf4-4654-8f96-829d25f78af4</Link_x0020_avalikus_x0020_veebis>
  </documentManagement>
</p:properties>
</file>

<file path=customXml/item3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FF010A03" ma:contentTypeVersion="7484" fp:containerId="228b4970-73de-44a4-83e2-9513be360001" fp:lcid="1061" ma:contentTypeName="HTM_Väljaminev_kiri">
  <xs:schema xmlns:f="05ca2c3a-b2d1-4b52-8f5f-1386ef50a19d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UniqueID" minOccurs="0"/>
                <xs:element ref="f:RMTitle" minOccurs="0"/>
                <xs:element ref="f:RMRegistrationDate" minOccurs="0"/>
                <xs:element ref="f:RMReferenceCode" minOccurs="0"/>
                <xs:element ref="f:ContactId" minOccurs="0"/>
                <xs:element ref="f:Asutus" minOccurs="0"/>
                <xs:element ref="f:Isik" minOccurs="0"/>
                <xs:element ref="f:Isik_x0020__x0028_ei_x0020_lähe_x0020_ADR-i_x0029_" minOccurs="0"/>
                <xs:element ref="f:E-posti_x0020_aadress" minOccurs="0"/>
                <xs:element ref="f:Telefon" minOccurs="0"/>
                <xs:element ref="f:Aadress" minOccurs="0"/>
                <xs:element ref="f:Indeks" minOccurs="0"/>
                <xs:element ref="f:Linn_x002F_Vald" minOccurs="0"/>
                <xs:element ref="f:Maakond" minOccurs="0"/>
                <xs:element ref="f:Saatmisviis" minOccurs="0"/>
                <xs:element ref="f:Kuupäev" minOccurs="0"/>
                <xs:element ref="f:Saatja_x0020_kirja_x0020_number" minOccurs="0"/>
                <xs:element ref="f:Koostaja" minOccurs="0"/>
                <xs:element ref="f:Koostaja_x0020_ametinimetus" minOccurs="0"/>
                <xs:element ref="f:Koostaja_x0020_telefon" minOccurs="0"/>
                <xs:element ref="f:Koostaja_x0020_e-posti_x0020_aadress" minOccurs="0"/>
                <xs:element ref="f:Lisad" minOccurs="0"/>
                <xs:element ref="f:Koopia_x0020_saajad_x0020_väljast" minOccurs="0"/>
                <xs:element ref="f:Allkirjastaja" minOccurs="0"/>
                <xs:element ref="f:Allkirjastaja_x0020_ametinimetus" minOccurs="0"/>
                <xs:element ref="f:Allkirjastaja_x0020_2" minOccurs="0"/>
                <xs:element ref="f:Allkirjastaja_x0020_ametinimetus_x0020_2" minOccurs="0"/>
                <xs:element ref="f:RMOrderPosition" minOccurs="0"/>
                <xs:element ref="f:RMInSigningContainer" minOccurs="0"/>
                <xs:element ref="f:RMVirtualFolderNames" minOccurs="0"/>
                <xs:element ref="f:RMInheritedFields" minOccurs="0"/>
                <xs:element ref="f:RMAccessRestrictedFrom" minOccurs="0"/>
                <xs:element ref="f:RMAccessRestrictedUntil" minOccurs="0"/>
                <xs:element ref="f:RMAccessRestrictionLevel" minOccurs="0"/>
                <xs:element ref="f:RMAccessRestrictionReason" minOccurs="0"/>
                <xs:element ref="f:RMAccessRestrictionPublishingLevel" minOccurs="0"/>
                <xs:element ref="f:RMAccessRestrictionDate" minOccurs="0"/>
                <xs:element ref="f:RMAccessRestrictionDuration" minOccurs="0"/>
                <xs:element ref="f:RMAccessRestrictionNotificationTime" minOccurs="0"/>
                <xs:element ref="f:RMAccessRestrictionEndEvent" minOccurs="0"/>
                <xs:element ref="f:RMPublishedDocumentUniqueId" minOccurs="0"/>
                <xs:element ref="f:RMRevisionStatus" minOccurs="0"/>
                <xs:element ref="f:RMRevisionNumber" minOccurs="0"/>
                <xs:element ref="f:RMPublishedFrom" minOccurs="0"/>
                <xs:element ref="f:RMPublishedUntil" minOccurs="0"/>
                <xs:element ref="f:RMAddDocumentDataToFileName" minOccurs="0"/>
                <xs:element ref="f:RMAccessRestrictionOwnerTemp" minOccurs="0"/>
                <xs:element ref="f:RMAccessRestrictionOwnerTempUntil" minOccurs="0"/>
                <xs:element ref="f:RMAccessRestrictionExtended" minOccurs="0"/>
                <xs:element ref="f:RMDocumentExpirationDate" minOccurs="0"/>
                <xs:element ref="f:RMRetentionDeadline" minOccurs="0"/>
                <xs:element ref="f:RMNotes" minOccurs="0"/>
                <xs:element ref="f:RMShouldArchiveFilesOnRegistration" minOccurs="0"/>
                <xs:element ref="f:RMKeywords" minOccurs="0"/>
                <xs:element ref="f:RMStatus" minOccurs="0"/>
                <xs:element ref="f:Ministri_x0020_nõunik" minOccurs="0"/>
                <xs:element ref="f:Link_x0020_avalikus_x0020_veebis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05ca2c3a-b2d1-4b52-8f5f-1386ef50a19d" elementFormDefault="qualified">
    <xs:element name="RMUniqueID" ma:displayName="Unikaalne ID" ma:index="0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Title" ma:displayName="Pealkiri" ma:index="1" ma:internalName="RMTitle" fp:namespace="228B497073DE44A483E29513BE360001" fp:type="String">
      <xs:simpleType>
        <xs:restriction base="dms:Text">
          <xs:maxLength value="300"/>
        </xs:restriction>
      </xs:simpleType>
    </xs:element>
    <xs:element name="RMRegistrationDate" ma:displayName="Registreerimise kuupäev" ma:index="2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3" ma:internalName="RMReferenceCode" nillable="true" ma:readOnly="true" fp:namespace="228B497073DE44A483E29513BE360001" fp:type="String">
      <xs:simpleType>
        <xs:restriction base="dms:Text"/>
      </xs:simpleType>
    </xs:element>
    <xs:element name="ContactId" ma:displayName="Saaja" ma:index="4" ma:internalName="ContactId" nillable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Asutus" ma:displayName="Asutus" ma:index="5" ma:internalName="Asutus" fp:namespace="228B497073DE44A483E29513BE360001" fp:type="String">
      <xs:simpleType>
        <xs:restriction base="dms:Text"/>
      </xs:simpleType>
    </xs:element>
    <xs:element name="Isik" ma:displayName="Isik (EI lähe ADR-i)" ma:index="6" ma:internalName="Isik" nillable="true" ma:readOnly="true" fp:namespace="228B497073DE44A483E29513BE360001" fp:type="String">
      <xs:simpleType>
        <xs:restriction base="dms:Text"/>
      </xs:simpleType>
    </xs:element>
    <xs:element name="Isik_x0020__x0028_ei_x0020_lähe_x0020_ADR-i_x0029_" ma:displayName="Isik (ei lähe ADR-i)" ma:index="7" ma:internalName="Isik_x0020__x0028_ei_x0020_lähe_x0020_ADR-i_x0029_" nillable="true" fp:namespace="228B497073DE44A483E29513BE360001" fp:type="String">
      <xs:simpleType>
        <xs:restriction base="dms:Text">
          <xs:maxLength value="255"/>
        </xs:restriction>
      </xs:simpleType>
    </xs:element>
    <xs:element name="E-posti_x0020_aadress" ma:displayName="E-posti aadress" ma:index="8" ma:internalName="E-posti_x0020_aadress" nillable="true" fp:namespace="228B497073DE44A483E29513BE360001" fp:type="String">
      <xs:simpleType>
        <xs:restriction base="dms:Text"/>
      </xs:simpleType>
    </xs:element>
    <xs:element name="Telefon" ma:displayName="Telefon" ma:index="9" ma:internalName="Telefon" nillable="true" ma:readOnly="true" fp:namespace="228B497073DE44A483E29513BE360001" fp:type="String">
      <xs:simpleType>
        <xs:restriction base="dms:Text"/>
      </xs:simpleType>
    </xs:element>
    <xs:element name="Aadress" ma:displayName="Aadress" ma:index="10" ma:internalName="Aadress" nillable="true" fp:namespace="228B497073DE44A483E29513BE360001" fp:type="String">
      <xs:simpleType>
        <xs:restriction base="dms:Text"/>
      </xs:simpleType>
    </xs:element>
    <xs:element name="Indeks" ma:displayName="Indeks" ma:index="11" ma:internalName="Indeks" nillable="true" fp:namespace="228B497073DE44A483E29513BE360001" fp:type="String">
      <xs:simpleType>
        <xs:restriction base="dms:Text"/>
      </xs:simpleType>
    </xs:element>
    <xs:element name="Linn_x002F_Vald" ma:displayName="Linn/Vald" ma:index="12" ma:internalName="Linn_x002F_Vald" nillable="true" fp:namespace="228B497073DE44A483E29513BE360001" fp:type="String">
      <xs:simpleType>
        <xs:restriction base="dms:Text"/>
      </xs:simpleType>
    </xs:element>
    <xs:element name="Maakond" ma:displayName="Maakond" ma:index="13" ma:internalName="Maakond" nillable="true" ma:readOnly="true" fp:namespace="228B497073DE44A483E29513BE360001" fp:type="String">
      <xs:simpleType>
        <xs:restriction base="dms:Text"/>
      </xs:simpleType>
    </xs:element>
    <xs:element name="Saatmisviis" ma:displayName="Saatmisviis" ma:index="14" ma:internalName="Saatmisviis" fp:namespace="228B497073DE44A483E29513BE360001" fp:type="String">
      <xs:simpleType>
        <xs:restriction base="dms:Choice">
          <xs:enumeration value="DHX"/>
          <xs:enumeration value="e-post"/>
          <xs:enumeration value="faks"/>
          <xs:enumeration value="kullerpost"/>
          <xs:enumeration value="käsipost"/>
          <xs:enumeration value="post"/>
          <xs:enumeration value="tähitult"/>
          <xs:enumeration value="kodulehe kaudu"/>
          <xs:enumeration value="telefoni kaudu"/>
          <xs:enumeration value="EHISe kaudu"/>
          <xs:enumeration value="EIS kooskõlastamine"/>
          <xs:enumeration value="EIS kooskõlastamiseks"/>
          <xs:enumeration value="EIS istungile"/>
          <xs:enumeration value="EIS seisukoht"/>
          <xs:enumeration value="E-toimik"/>
          <xs:enumeration value="Asutuses kohapeal"/>
          <xs:enumeration value="sotsiaalmeedia kaudu"/>
        </xs:restriction>
      </xs:simpleType>
    </xs:element>
    <xs:element name="Kuupäev" ma:displayName="Saatja kuupäev" ma:index="15" ma:internalName="Kuupäev" nillable="true" ma:readOnly="true" fp:namespace="228B497073DE44A483E29513BE360001" ma:format="DateOnly" fp:type="DateTime">
      <xs:simpleType>
        <xs:restriction base="dms:DateTime"/>
      </xs:simpleType>
    </xs:element>
    <xs:element name="Saatja_x0020_kirja_x0020_number" ma:displayName="Saatja kirja number" ma:index="16" ma:internalName="Saatja_x0020_kirja_x0020_number" nillable="true" ma:readOnly="true" fp:namespace="228B497073DE44A483E29513BE360001" fp:type="String">
      <xs:simpleType>
        <xs:restriction base="dms:Text"/>
      </xs:simpleType>
    </xs:element>
    <xs:element name="Koostaja" ma:displayName="Koostaja" ma:index="17" ma:internalName="Koostaja" nillable="true" ma:readOnly="true" fp:namespace="228B497073DE44A483E29513BE360001" fp:type="String">
      <xs:simpleType>
        <xs:restriction base="dms:Text"/>
      </xs:simpleType>
    </xs:element>
    <xs:element name="Koostaja_x0020_ametinimetus" ma:displayName="Koostaja ametinimetus" ma:index="18" ma:internalName="Koostaja_x0020_ametinimetus" nillable="true" ma:readOnly="true" fp:namespace="228B497073DE44A483E29513BE360001" fp:type="String">
      <xs:simpleType>
        <xs:restriction base="dms:Text"/>
      </xs:simpleType>
    </xs:element>
    <xs:element name="Koostaja_x0020_telefon" ma:displayName="Koostaja telefon" ma:index="19" ma:internalName="Koostaja_x0020_telefon" nillable="true" fp:namespace="228B497073DE44A483E29513BE360001" fp:type="String">
      <xs:simpleType>
        <xs:restriction base="dms:Text"/>
      </xs:simpleType>
    </xs:element>
    <xs:element name="Koostaja_x0020_e-posti_x0020_aadress" ma:displayName="Koostaja e-posti aadress" ma:index="20" ma:internalName="Koostaja_x0020_e-posti_x0020_aadress" nillable="true" fp:namespace="228B497073DE44A483E29513BE360001" fp:type="String">
      <xs:simpleType>
        <xs:restriction base="dms:Text"/>
      </xs:simpleType>
    </xs:element>
    <xs:element name="Lisad" ma:displayName="Lisad" ma:index="21" ma:internalName="Lisad" nillable="true" fp:namespace="228B497073DE44A483E29513BE360001" fp:type="String">
      <xs:simpleType>
        <xs:restriction base="dms:Text"/>
      </xs:simpleType>
    </xs:element>
    <xs:element name="Koopia_x0020_saajad_x0020_väljast" ma:displayName="Koopia saajad väljast" ma:index="22" ma:internalName="Koopia_x0020_saajad_x0020_väljast" nillable="true" fp:namespace="228B497073DE44A483E29513BE360001" fp:type="String">
      <xs:simpleType>
        <xs:restriction base="dms:Text"/>
      </xs:simpleType>
    </xs:element>
    <xs:element name="Allkirjastaja" ma:displayName="Allkirjastaja" ma:index="23" ma:internalName="Allkirjastaja" nillable="true" ma:readOnly="true" fp:namespace="228B497073DE44A483E29513BE360001" fp:type="String">
      <xs:simpleType>
        <xs:restriction base="dms:Text"/>
      </xs:simpleType>
    </xs:element>
    <xs:element name="Allkirjastaja_x0020_ametinimetus" ma:displayName="Allkirjastaja ametinimetus" ma:index="24" ma:internalName="Allkirjastaja_x0020_ametinimetus" nillable="true" fp:namespace="228B497073DE44A483E29513BE360001" fp:type="String">
      <xs:simpleType>
        <xs:restriction base="dms:Text"/>
      </xs:simpleType>
    </xs:element>
    <xs:element name="Allkirjastaja_x0020_2" ma:displayName="Allkirjastaja 2" ma:index="25" ma:internalName="Allkirjastaja_x0020_2" nillable="true" ma:readOnly="true" fp:namespace="228B497073DE44A483E29513BE360001" fp:type="String">
      <xs:simpleType>
        <xs:restriction base="dms:Text"/>
      </xs:simpleType>
    </xs:element>
    <xs:element name="Allkirjastaja_x0020_ametinimetus_x0020_2" ma:displayName="Allkirjastaja ametinimetus 2" ma:index="26" ma:internalName="Allkirjastaja_x0020_ametinimetus_x0020_2" nillable="true" fp:namespace="228B497073DE44A483E29513BE360001" fp:type="String">
      <xs:simpleType>
        <xs:restriction base="dms:Text"/>
      </xs:simpleType>
    </xs:element>
    <xs:element name="RMOrderPosition" ma:displayName="Kausta dokumendi järjekorra number" ma:index="27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InSigningContainer" ma:displayName="In Signing Container" ma:index="28" ma:internalName="RMInSigningContainer" nillable="true" ma:readOnly="true" fp:namespace="228B497073DE44A483E29513BE360001" fp:type="Boolean">
      <xs:simpleType>
        <xs:restriction base="dms:Boolean"/>
      </xs:simpleType>
    </xs:element>
    <xs:element name="RMVirtualFolderNames" ma:displayName="Taotlustoimikud" ma:index="29" ma:internalName="RMVirtualFolderNames" nillable="true" ma:readOnly="true" fp:namespace="228B497073DE44A483E29513BE360001" fp:type="String">
      <xs:simpleType>
        <xs:restriction base="dms:Text"/>
      </xs:simpleType>
    </xs:element>
    <xs:element name="RMInheritedFields" ma:displayName="RMInheritedFields" ma:index="30" ma:internalName="RMInheritedFields" nillable="true" ma:readOnly="true" fp:namespace="228B497073DE44A483E29513BE360001" fp:type="String">
      <xs:simpleType>
        <xs:restriction base="dms:Text"/>
      </xs:simpleType>
    </xs:element>
    <xs:element name="RMAccessRestrictedFrom" ma:displayName="Kehtiv alates" ma:index="31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Kehtiv kuni" ma:index="32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Level" ma:displayName="Juurdepääsupiirangu tase" ma:index="33" ma:internalName="RMAccessRestrictionLevel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34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PublishingLevel" ma:displayName="Avalikustamine" ma:index="35" ma:internalName="RMAccessRestrictionPublishingLevel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Date" ma:displayName="Fikseeritud lõppkuupäev" ma:index="36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Duration" ma:displayName="Kestus" ma:index="37" ma:internalName="RMAccessRestrictionDuration" nillable="true" ma:readOnly="true" fp:namespace="228B497073DE44A483E29513BE360001" fp:type="Int32">
      <xs:simpleType>
        <xs:restriction base="dms:Number">
          <xs:minInclusive value="-1"/>
          <xs:maxInclusive value="2147483647"/>
          <xs:pattern value="(-?\d+)?"/>
        </xs:restriction>
      </xs:simpleType>
    </xs:element>
    <xs:element name="RMAccessRestrictionNotificationTime" ma:displayName="Juurdepääsupiirangu meeldetuletus saadetud" ma:index="38" ma:internalName="RMAccessRestrictionNotificationTime" nillable="true" ma:readOnly="true" fp:namespace="228B497073DE44A483E29513BE360001" ma:format="DateTime" fp:type="DateTime">
      <xs:simpleType>
        <xs:restriction base="dms:DateTime"/>
      </xs:simpleType>
    </xs:element>
    <xs:element name="RMAccessRestrictionEndEvent" ma:displayName="Kehtiv kuni kirjeldus" ma:index="39" ma:internalName="RMAccessRestrictionEndEvent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40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RevisionStatus" ma:displayName="Versiooni olek" ma:index="41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RevisionNumber" ma:displayName="Versioon" ma:index="42" ma:internalName="RMRevisionNumber" nillable="true" ma:readOnly="true" fp:namespace="228B497073DE44A483E29513BE360001" fp:type="Int32">
      <xs:simpleType>
        <xs:restriction base="dms:Number">
          <xs:minInclusive value="0"/>
          <xs:maxInclusive value="2147483647"/>
          <xs:pattern value="(-?\d+)?"/>
        </xs:restriction>
      </xs:simpleType>
    </xs:element>
    <xs:element name="RMPublishedFrom" ma:displayName="Kehtiv alates" ma:index="43" ma:internalName="RMPublishedFrom" nillable="true" ma:readOnly="true" fp:namespace="228B497073DE44A483E29513BE360001" ma:format="DateOnly" fp:type="DateTime">
      <xs:simpleType>
        <xs:restriction base="dms:DateTime"/>
      </xs:simpleType>
    </xs:element>
    <xs:element name="RMPublishedUntil" ma:displayName="Kehtiv kuni" ma:index="44" ma:internalName="RMPublishedUntil" nillable="true" ma:readOnly="true" fp:namespace="228B497073DE44A483E29513BE360001" ma:format="DateOnly" fp:type="DateTime">
      <xs:simpleType>
        <xs:restriction base="dms:DateTime"/>
      </xs:simpleType>
    </xs:element>
    <xs:element name="RMAddDocumentDataToFileName" ma:displayName="Täienda faili pealkirja dokumendi andmetega" ma:index="45" ma:internalName="RMAddDocumentDataToFileName" nillable="true" ma:readOnly="true" fp:namespace="228B497073DE44A483E29513BE360001" fp:type="Boolean">
      <xs:simpleType>
        <xs:restriction base="dms:Boolean"/>
      </xs:simpleType>
    </xs:element>
    <xs:element name="RMAccessRestrictionOwnerTemp" ma:displayName="Juurdepääsupiirangu eest ajutine vastutaja" ma:index="46" ma:internalName="RMAccessRestrictionOwnerTemp" nillable="true" ma:readOnly="true" fp:namespace="228B497073DE44A483E29513BE360001" fp:type="String">
      <xs:simpleType>
        <xs:restriction base="dms:Text"/>
      </xs:simpleType>
    </xs:element>
    <xs:element name="RMAccessRestrictionOwnerTempUntil" ma:displayName="Juurdepääsupiirangu eest ajutise vastutamise lõppkuupäev" ma:index="47" ma:internalName="RMAccessRestrictionOwnerTemp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xtended" ma:displayName="Juurdepääsupiirangu pikendamise kuupäev ja kellaaeg" ma:index="48" ma:internalName="RMAccessRestrictionExtended" nillable="true" ma:readOnly="true" fp:namespace="228B497073DE44A483E29513BE360001" ma:format="DateTime" fp:type="DateTime">
      <xs:simpleType>
        <xs:restriction base="dms:DateTime"/>
      </xs:simpleType>
    </xs:element>
    <xs:element name="RMDocumentExpirationDate" ma:displayName="Dokumendi lõpetamise kuupäev" ma:index="49" ma:internalName="RMDocumentExpirationDate" nillable="true" fp:namespace="228B497073DE44A483E29513BE360001" ma:format="DateOnly" fp:type="DateTime">
      <xs:simpleType>
        <xs:restriction base="dms:DateTime"/>
      </xs:simpleType>
    </xs:element>
    <xs:element name="RMRetentionDeadline" ma:displayName="Säilitustähtaeg" ma:index="50" ma:internalName="RMRetentionDeadline" nillable="true" ma:readOnly="true" fp:namespace="228B497073DE44A483E29513BE360001" ma:format="DateOnly" fp:type="DateTime">
      <xs:simpleType>
        <xs:restriction base="dms:DateTime"/>
      </xs:simpleType>
    </xs:element>
    <xs:element name="RMNotes" ma:displayName="Märkused" ma:index="51" ma:internalName="RMNotes" nillable="true" fp:namespace="228B497073DE44A483E29513BE360001" fp:type="String">
      <xs:simpleType>
        <xs:restriction base="dms:Text"/>
      </xs:simpleType>
    </xs:element>
    <xs:element name="RMShouldArchiveFilesOnRegistration" ma:displayName="Teisendada registreerimisel arhiivivormingusse" ma:index="52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Keywords" ma:displayName="Märksõnad" ma:index="53" ma:internalName="RMKeywords" nillable="true" fp:namespace="228B497073DE44A483E29513BE360001" fp:type="String">
      <xs:simpleType>
        <xs:restriction base="dms:Text"/>
      </xs:simpleType>
    </xs:element>
    <xs:element name="RMStatus" ma:displayName="Seisundi kood" ma:index="54" ma:internalName="RMStatus" nillable="true" ma:readOnly="true" fp:namespace="228B497073DE44A483E29513BE360001" fp:type="String">
      <xs:simpleType>
        <xs:restriction base="dms:Text"/>
      </xs:simpleType>
    </xs:element>
    <xs:element name="Ministri_x0020_nõunik" ma:displayName="Ministri nõunik" ma:index="55" ma:internalName="Ministri_x0020_nõunik" nillable="true" ma:readOnly="true" fp:namespace="228B497073DE44A483E29513BE360001" fp:type="String">
      <xs:simpleType>
        <xs:restriction base="dms:Text"/>
      </xs:simpleType>
    </xs:element>
    <xs:element name="Link_x0020_avalikus_x0020_veebis" ma:displayName="Link avalikus veebis (ADR)" ma:index="56" ma:internalName="Link_x0020_avalikus_x0020_veebis" nillable="true" fp:namespace="228B497073DE44A483E29513BE360001" fp:type="String">
      <xs:simpleType>
        <xs:restriction base="dms:Text">
          <xs:maxLength value="255"/>
        </xs:restriction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4.xml><?xml version="1.0" encoding="utf-8"?>
<?mso-contenttype ?>
<FormTemplates xmlns="http://schemas.microsoft.com/sharepoint/v3/contenttype/forms">
  <Display>ListForm</Display>
  <Edit>ListForm</Edit>
  <New>ListForm</New>
</FormTemplates>
</file>

<file path=customXml/itemProps1.xml><?xml version="1.0" encoding="utf-8"?>
<ds:datastoreItem xmlns:ds="http://schemas.openxmlformats.org/officeDocument/2006/customXml" ds:itemID="{CE906C80-4AF0-437B-93FC-FB9B40F109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D7F837-E2BA-4645-AAF8-12B8D72567C9}">
  <ds:schemaRefs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05ca2c3a-b2d1-4b52-8f5f-1386ef50a19d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9CE8D95-D44E-4C7E-8DCF-86C7D29EBA27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05ca2c3a-b2d1-4b52-8f5f-1386ef50a19d"/>
    <ds:schemaRef ds:uri="http://www.w3.org/2001/XMLSchem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webmedia.eu/flairPoint/propertyStores/ooxml/sharePointIntegration"/>
  </ds:schemaRefs>
</ds:datastoreItem>
</file>

<file path=customXml/itemProps4.xml><?xml version="1.0" encoding="utf-8"?>
<ds:datastoreItem xmlns:ds="http://schemas.openxmlformats.org/officeDocument/2006/customXml" ds:itemID="{D2B08B4D-BA97-4BE5-A632-FDDFDDFC7F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HTM_kiri_EU17EE_EST</Template>
  <TotalTime>9</TotalTime>
  <Pages>1</Pages>
  <Words>156</Words>
  <Characters>905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Eestikeelne mall</vt:lpstr>
      <vt:lpstr/>
    </vt:vector>
  </TitlesOfParts>
  <Company>Riigikantselei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Juhtkomisjoni töökorra ja hindamisjuhendi kooskõlastamine</dc:title>
  <cp:lastModifiedBy>Helle Kalliste</cp:lastModifiedBy>
  <cp:revision>3</cp:revision>
  <cp:lastPrinted>2017-04-19T09:29:00Z</cp:lastPrinted>
  <dcterms:created xsi:type="dcterms:W3CDTF">2024-10-14T11:39:00Z</dcterms:created>
  <dcterms:modified xsi:type="dcterms:W3CDTF">2024-10-14T12:07:00Z</dcterms:modified>
</cp:coreProperties>
</file>